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48911CA" wp14:editId="197C1454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  <w:p w:rsidR="00F22801" w:rsidRPr="007663BB" w:rsidRDefault="00F2280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7A7ACC" w:rsidP="00224794">
            <w:pPr>
              <w:jc w:val="center"/>
            </w:pPr>
            <w:r>
              <w:t>08.08.2019</w:t>
            </w:r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7A7ACC" w:rsidP="00456209">
            <w:pPr>
              <w:jc w:val="center"/>
            </w:pPr>
            <w:r>
              <w:t>79/ОД</w:t>
            </w:r>
            <w:bookmarkStart w:id="0" w:name="_GoBack"/>
            <w:bookmarkEnd w:id="0"/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9874" w:type="dxa"/>
        <w:jc w:val="center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5E75D3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5E75D3" w:rsidRDefault="005E75D3" w:rsidP="0059025C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75D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22FB8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9F610B" w:rsidRPr="009F610B">
        <w:rPr>
          <w:rFonts w:ascii="Times New Roman" w:hAnsi="Times New Roman" w:cs="Times New Roman"/>
          <w:sz w:val="28"/>
          <w:szCs w:val="28"/>
        </w:rPr>
        <w:t>Принятие решения об утверждении документации по планировке территории</w:t>
      </w:r>
      <w:r w:rsidR="00CE5F95">
        <w:rPr>
          <w:rFonts w:ascii="Times New Roman" w:hAnsi="Times New Roman" w:cs="Times New Roman"/>
          <w:sz w:val="28"/>
          <w:szCs w:val="28"/>
        </w:rPr>
        <w:t>»</w:t>
      </w:r>
      <w:r w:rsidR="00F46976">
        <w:rPr>
          <w:rFonts w:ascii="Times New Roman" w:hAnsi="Times New Roman" w:cs="Times New Roman"/>
          <w:sz w:val="28"/>
          <w:szCs w:val="28"/>
        </w:rPr>
        <w:t>,</w:t>
      </w:r>
      <w:r w:rsidR="000B10C0">
        <w:rPr>
          <w:rFonts w:ascii="Times New Roman" w:hAnsi="Times New Roman" w:cs="Times New Roman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</w:t>
      </w:r>
      <w:r w:rsidR="00056DE1">
        <w:rPr>
          <w:rFonts w:ascii="Times New Roman" w:hAnsi="Times New Roman" w:cs="Times New Roman"/>
          <w:sz w:val="28"/>
          <w:szCs w:val="28"/>
        </w:rPr>
        <w:t>27.02.2019</w:t>
      </w:r>
      <w:r w:rsidR="000B10C0">
        <w:rPr>
          <w:rFonts w:ascii="Times New Roman" w:hAnsi="Times New Roman" w:cs="Times New Roman"/>
          <w:sz w:val="28"/>
          <w:szCs w:val="28"/>
        </w:rPr>
        <w:t xml:space="preserve"> № </w:t>
      </w:r>
      <w:r w:rsidR="009F610B">
        <w:rPr>
          <w:rFonts w:ascii="Times New Roman" w:hAnsi="Times New Roman" w:cs="Times New Roman"/>
          <w:sz w:val="28"/>
          <w:szCs w:val="28"/>
        </w:rPr>
        <w:t>3</w:t>
      </w:r>
      <w:r w:rsidR="000B10C0">
        <w:rPr>
          <w:rFonts w:ascii="Times New Roman" w:hAnsi="Times New Roman" w:cs="Times New Roman"/>
          <w:sz w:val="28"/>
          <w:szCs w:val="28"/>
        </w:rPr>
        <w:t>/ОД</w:t>
      </w:r>
      <w:r w:rsidR="00213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348" w:rsidRPr="002C119D" w:rsidRDefault="008F3348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F3348" w:rsidRDefault="008F3348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целях приведения в соответствие с действующим законодательством</w:t>
      </w:r>
      <w:r w:rsidR="003B2461">
        <w:rPr>
          <w:szCs w:val="28"/>
        </w:rPr>
        <w:t>, р</w:t>
      </w:r>
      <w:r w:rsidR="00173AA6" w:rsidRPr="00BF4478">
        <w:rPr>
          <w:szCs w:val="28"/>
        </w:rPr>
        <w:t xml:space="preserve">уководствуясь </w:t>
      </w:r>
      <w:r w:rsidR="00173AA6" w:rsidRPr="001C672F">
        <w:rPr>
          <w:szCs w:val="28"/>
        </w:rPr>
        <w:t xml:space="preserve">Положением </w:t>
      </w:r>
      <w:r w:rsidR="00173AA6">
        <w:rPr>
          <w:szCs w:val="28"/>
        </w:rPr>
        <w:t xml:space="preserve">о Департаменте градостроительства и архитектуры </w:t>
      </w:r>
      <w:r w:rsidR="00173AA6" w:rsidRPr="001C672F">
        <w:rPr>
          <w:szCs w:val="28"/>
        </w:rPr>
        <w:t xml:space="preserve">Пензенской области, утвержденным постановлением Правительства Пензенской области от </w:t>
      </w:r>
      <w:r w:rsidR="00173AA6">
        <w:rPr>
          <w:szCs w:val="28"/>
        </w:rPr>
        <w:t>23.01.2017 № 15-</w:t>
      </w:r>
      <w:r w:rsidR="00407CDE">
        <w:rPr>
          <w:szCs w:val="28"/>
        </w:rPr>
        <w:t>пП</w:t>
      </w:r>
      <w:r w:rsidR="00224794">
        <w:rPr>
          <w:szCs w:val="28"/>
        </w:rPr>
        <w:t xml:space="preserve"> (с последующими изменениями)</w:t>
      </w:r>
      <w:r w:rsidR="00173AA6">
        <w:rPr>
          <w:szCs w:val="28"/>
        </w:rPr>
        <w:t>,</w:t>
      </w:r>
      <w:r w:rsidR="00173AA6" w:rsidRPr="005B3BF8">
        <w:rPr>
          <w:szCs w:val="28"/>
        </w:rPr>
        <w:t xml:space="preserve"> </w:t>
      </w:r>
    </w:p>
    <w:p w:rsidR="00173AA6" w:rsidRDefault="0022479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4794">
        <w:rPr>
          <w:b/>
          <w:szCs w:val="28"/>
        </w:rPr>
        <w:t>п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р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и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к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з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ы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в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ю:</w:t>
      </w:r>
    </w:p>
    <w:p w:rsidR="00173AA6" w:rsidRDefault="00173AA6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4FCE" w:rsidRDefault="00173AA6" w:rsidP="00F34FC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D9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01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9F610B" w:rsidRPr="009F610B">
        <w:rPr>
          <w:rFonts w:ascii="Times New Roman" w:hAnsi="Times New Roman" w:cs="Times New Roman"/>
          <w:b w:val="0"/>
          <w:sz w:val="28"/>
          <w:szCs w:val="28"/>
        </w:rPr>
        <w:t>Принятие решения об утверждении документации по планировке территории</w:t>
      </w:r>
      <w:r w:rsidR="00CE5F95">
        <w:rPr>
          <w:rFonts w:ascii="Times New Roman" w:hAnsi="Times New Roman" w:cs="Times New Roman"/>
          <w:b w:val="0"/>
          <w:sz w:val="28"/>
          <w:szCs w:val="28"/>
        </w:rPr>
        <w:t>»</w:t>
      </w:r>
      <w:r w:rsidR="00F46976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27.0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2.2019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13B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10B">
        <w:rPr>
          <w:rFonts w:ascii="Times New Roman" w:hAnsi="Times New Roman" w:cs="Times New Roman"/>
          <w:b w:val="0"/>
          <w:sz w:val="28"/>
          <w:szCs w:val="28"/>
        </w:rPr>
        <w:t>3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/ОД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FCE" w:rsidRPr="007B695E">
        <w:rPr>
          <w:rFonts w:ascii="Times New Roman" w:hAnsi="Times New Roman" w:cs="Times New Roman"/>
          <w:b w:val="0"/>
          <w:sz w:val="28"/>
          <w:szCs w:val="28"/>
        </w:rPr>
        <w:t xml:space="preserve">(далее - Административный регламент) 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111445" w:rsidRDefault="00CE6DD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 В</w:t>
      </w:r>
      <w:r w:rsidR="008F3348">
        <w:rPr>
          <w:szCs w:val="28"/>
        </w:rPr>
        <w:t xml:space="preserve"> </w:t>
      </w:r>
      <w:r w:rsidR="008F3348" w:rsidRPr="00111445">
        <w:rPr>
          <w:szCs w:val="28"/>
        </w:rPr>
        <w:t>пункт</w:t>
      </w:r>
      <w:r w:rsidR="008F3348">
        <w:rPr>
          <w:szCs w:val="28"/>
        </w:rPr>
        <w:t>е</w:t>
      </w:r>
      <w:r w:rsidR="008F3348" w:rsidRPr="00111445">
        <w:rPr>
          <w:szCs w:val="28"/>
        </w:rPr>
        <w:t xml:space="preserve"> 2.</w:t>
      </w:r>
      <w:r w:rsidR="008F3348">
        <w:rPr>
          <w:szCs w:val="28"/>
        </w:rPr>
        <w:t>4</w:t>
      </w:r>
      <w:r w:rsidR="008F3348" w:rsidRPr="00111445">
        <w:rPr>
          <w:szCs w:val="28"/>
        </w:rPr>
        <w:t xml:space="preserve">. </w:t>
      </w:r>
      <w:r>
        <w:rPr>
          <w:szCs w:val="28"/>
        </w:rPr>
        <w:t>раздел</w:t>
      </w:r>
      <w:r w:rsidR="008F3348">
        <w:rPr>
          <w:szCs w:val="28"/>
        </w:rPr>
        <w:t>а</w:t>
      </w:r>
      <w:r>
        <w:rPr>
          <w:szCs w:val="28"/>
        </w:rPr>
        <w:t xml:space="preserve"> </w:t>
      </w:r>
      <w:r>
        <w:rPr>
          <w:szCs w:val="28"/>
          <w:lang w:val="en-US"/>
        </w:rPr>
        <w:t>II</w:t>
      </w:r>
      <w:r>
        <w:rPr>
          <w:szCs w:val="28"/>
        </w:rPr>
        <w:t xml:space="preserve"> «</w:t>
      </w:r>
      <w:r w:rsidRPr="00F55193">
        <w:rPr>
          <w:szCs w:val="28"/>
        </w:rPr>
        <w:t>Стандарт</w:t>
      </w:r>
      <w:r>
        <w:rPr>
          <w:szCs w:val="28"/>
        </w:rPr>
        <w:t xml:space="preserve"> </w:t>
      </w:r>
      <w:r w:rsidRPr="00F55193">
        <w:rPr>
          <w:szCs w:val="28"/>
        </w:rPr>
        <w:t>предоставления</w:t>
      </w:r>
      <w:r>
        <w:rPr>
          <w:szCs w:val="28"/>
        </w:rPr>
        <w:t xml:space="preserve"> </w:t>
      </w:r>
      <w:r w:rsidRPr="00F55193">
        <w:rPr>
          <w:szCs w:val="28"/>
        </w:rPr>
        <w:t>государственной услуги</w:t>
      </w:r>
      <w:r>
        <w:rPr>
          <w:szCs w:val="28"/>
        </w:rPr>
        <w:t>» Административного регламента</w:t>
      </w:r>
      <w:r w:rsidR="008F3348">
        <w:rPr>
          <w:szCs w:val="28"/>
        </w:rPr>
        <w:t xml:space="preserve"> </w:t>
      </w:r>
      <w:r w:rsidR="00111445" w:rsidRPr="00111445">
        <w:rPr>
          <w:szCs w:val="28"/>
        </w:rPr>
        <w:t>слов</w:t>
      </w:r>
      <w:r w:rsidR="008F3348">
        <w:rPr>
          <w:szCs w:val="28"/>
        </w:rPr>
        <w:t>а</w:t>
      </w:r>
      <w:r w:rsidR="00111445" w:rsidRPr="00111445">
        <w:rPr>
          <w:szCs w:val="28"/>
        </w:rPr>
        <w:t xml:space="preserve"> «</w:t>
      </w:r>
      <w:r w:rsidR="009F610B">
        <w:rPr>
          <w:szCs w:val="28"/>
        </w:rPr>
        <w:t>37</w:t>
      </w:r>
      <w:r w:rsidR="008F3348">
        <w:rPr>
          <w:szCs w:val="28"/>
        </w:rPr>
        <w:t xml:space="preserve"> дней</w:t>
      </w:r>
      <w:r w:rsidR="00111445" w:rsidRPr="00111445">
        <w:rPr>
          <w:szCs w:val="28"/>
        </w:rPr>
        <w:t xml:space="preserve">» </w:t>
      </w:r>
      <w:r w:rsidR="008F3348">
        <w:rPr>
          <w:szCs w:val="28"/>
        </w:rPr>
        <w:t>заменить</w:t>
      </w:r>
      <w:r w:rsidR="00111445" w:rsidRPr="00111445">
        <w:rPr>
          <w:szCs w:val="28"/>
        </w:rPr>
        <w:t xml:space="preserve"> словами «</w:t>
      </w:r>
      <w:r w:rsidR="009F610B">
        <w:rPr>
          <w:szCs w:val="28"/>
        </w:rPr>
        <w:t>25</w:t>
      </w:r>
      <w:r w:rsidR="008F3348">
        <w:rPr>
          <w:szCs w:val="28"/>
        </w:rPr>
        <w:t xml:space="preserve"> дней</w:t>
      </w:r>
      <w:r w:rsidR="00111445" w:rsidRPr="00111445">
        <w:rPr>
          <w:szCs w:val="28"/>
        </w:rPr>
        <w:t>»;</w:t>
      </w:r>
    </w:p>
    <w:p w:rsidR="008F3348" w:rsidRDefault="00111445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 </w:t>
      </w:r>
      <w:r w:rsidR="008F3348">
        <w:rPr>
          <w:szCs w:val="28"/>
        </w:rPr>
        <w:t xml:space="preserve">В разделе </w:t>
      </w:r>
      <w:r w:rsidR="008F3348" w:rsidRPr="008F3348">
        <w:rPr>
          <w:szCs w:val="28"/>
        </w:rPr>
        <w:t>III</w:t>
      </w:r>
      <w:r w:rsidR="008F3348">
        <w:rPr>
          <w:szCs w:val="28"/>
        </w:rPr>
        <w:t xml:space="preserve"> «</w:t>
      </w:r>
      <w:r w:rsidR="008F3348" w:rsidRPr="008F3348">
        <w:rPr>
          <w:szCs w:val="28"/>
        </w:rPr>
        <w:t>Состав, последовательность и сроки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(действий), требования к порядку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их выполнения, в том числе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(действий) в электронной форме,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в том числе с использованием системы межведомственного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электронного взаимодействия, а также особенности выполнения</w:t>
      </w:r>
      <w:r w:rsidR="008F3348">
        <w:rPr>
          <w:szCs w:val="28"/>
        </w:rPr>
        <w:t xml:space="preserve"> </w:t>
      </w:r>
      <w:r w:rsidR="008F3348" w:rsidRPr="008F3348">
        <w:rPr>
          <w:szCs w:val="28"/>
        </w:rPr>
        <w:t>административных процедур в МФЦ</w:t>
      </w:r>
      <w:r w:rsidR="008F3348">
        <w:rPr>
          <w:szCs w:val="28"/>
        </w:rPr>
        <w:t>»:</w:t>
      </w:r>
    </w:p>
    <w:p w:rsidR="008F3348" w:rsidRDefault="008F3348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1.2.1. в пункте 3.3. слова «или МФЦ» исключить;</w:t>
      </w:r>
    </w:p>
    <w:p w:rsidR="008F3348" w:rsidRDefault="008F3348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1.2.2. в пункте 3.6.  слова «, в том числе</w:t>
      </w:r>
      <w:r w:rsidR="009B0661">
        <w:rPr>
          <w:szCs w:val="28"/>
        </w:rPr>
        <w:t xml:space="preserve"> из МФЦ,» и «или МФЦ» исключить;</w:t>
      </w:r>
    </w:p>
    <w:p w:rsidR="009B0661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1.2.3. пункт 3.8. исключить;</w:t>
      </w:r>
    </w:p>
    <w:p w:rsidR="003C2EAA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1.2.4. </w:t>
      </w:r>
      <w:r w:rsidR="003C2EAA">
        <w:rPr>
          <w:szCs w:val="28"/>
        </w:rPr>
        <w:t>в пункте 3.15. слова «</w:t>
      </w:r>
      <w:r w:rsidR="009F610B">
        <w:rPr>
          <w:szCs w:val="28"/>
        </w:rPr>
        <w:t>27</w:t>
      </w:r>
      <w:r w:rsidR="003C2EAA" w:rsidRPr="003C2EAA">
        <w:rPr>
          <w:szCs w:val="28"/>
        </w:rPr>
        <w:t xml:space="preserve"> дней</w:t>
      </w:r>
      <w:r w:rsidR="003C2EAA">
        <w:rPr>
          <w:szCs w:val="28"/>
        </w:rPr>
        <w:t>» заменить словами «1</w:t>
      </w:r>
      <w:r w:rsidR="009F610B">
        <w:rPr>
          <w:szCs w:val="28"/>
        </w:rPr>
        <w:t>7</w:t>
      </w:r>
      <w:r w:rsidR="003C2EAA">
        <w:rPr>
          <w:szCs w:val="28"/>
        </w:rPr>
        <w:t xml:space="preserve"> дней»;</w:t>
      </w:r>
    </w:p>
    <w:p w:rsidR="009F610B" w:rsidRDefault="003C2EAA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1.2.5. </w:t>
      </w:r>
      <w:r w:rsidR="009F610B">
        <w:rPr>
          <w:szCs w:val="28"/>
        </w:rPr>
        <w:t>в абзаце втором пункта 3.25. слова «</w:t>
      </w:r>
      <w:r w:rsidR="009F610B" w:rsidRPr="009F610B">
        <w:rPr>
          <w:szCs w:val="28"/>
        </w:rPr>
        <w:t>семи дней</w:t>
      </w:r>
      <w:r w:rsidR="009F610B">
        <w:rPr>
          <w:szCs w:val="28"/>
        </w:rPr>
        <w:t>» заменить словами «пяти дней»;</w:t>
      </w:r>
    </w:p>
    <w:p w:rsidR="009B0661" w:rsidRDefault="009F610B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1.2.6. </w:t>
      </w:r>
      <w:r w:rsidR="009B0661">
        <w:rPr>
          <w:szCs w:val="28"/>
        </w:rPr>
        <w:t xml:space="preserve">абзац </w:t>
      </w:r>
      <w:r>
        <w:rPr>
          <w:szCs w:val="28"/>
        </w:rPr>
        <w:t>третий</w:t>
      </w:r>
      <w:r w:rsidR="009B0661">
        <w:rPr>
          <w:szCs w:val="28"/>
        </w:rPr>
        <w:t xml:space="preserve"> пункта 3.2</w:t>
      </w:r>
      <w:r>
        <w:rPr>
          <w:szCs w:val="28"/>
        </w:rPr>
        <w:t>5</w:t>
      </w:r>
      <w:r w:rsidR="009B0661">
        <w:rPr>
          <w:szCs w:val="28"/>
        </w:rPr>
        <w:t>. исключить;</w:t>
      </w:r>
    </w:p>
    <w:p w:rsidR="009F610B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</w:t>
      </w:r>
      <w:r w:rsidR="009F610B">
        <w:rPr>
          <w:szCs w:val="28"/>
        </w:rPr>
        <w:t>7</w:t>
      </w:r>
      <w:r>
        <w:rPr>
          <w:szCs w:val="28"/>
        </w:rPr>
        <w:t xml:space="preserve">. </w:t>
      </w:r>
      <w:r w:rsidR="009F610B">
        <w:rPr>
          <w:szCs w:val="28"/>
        </w:rPr>
        <w:t>в пункте 3.27. слова «</w:t>
      </w:r>
      <w:r w:rsidR="009F610B" w:rsidRPr="009F610B">
        <w:rPr>
          <w:szCs w:val="28"/>
        </w:rPr>
        <w:t>семь дней</w:t>
      </w:r>
      <w:r w:rsidR="009F610B">
        <w:rPr>
          <w:szCs w:val="28"/>
        </w:rPr>
        <w:t>» заменить словами «пять дней»;</w:t>
      </w:r>
    </w:p>
    <w:p w:rsidR="009B0661" w:rsidRDefault="009F610B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1.2.8. </w:t>
      </w:r>
      <w:r w:rsidR="009B0661">
        <w:rPr>
          <w:szCs w:val="28"/>
        </w:rPr>
        <w:t xml:space="preserve">пункты </w:t>
      </w:r>
      <w:r w:rsidR="002062A7">
        <w:rPr>
          <w:szCs w:val="28"/>
        </w:rPr>
        <w:t xml:space="preserve">3.28.-3.40. </w:t>
      </w:r>
      <w:r w:rsidR="009B0661">
        <w:rPr>
          <w:szCs w:val="28"/>
        </w:rPr>
        <w:t xml:space="preserve">считать соответственно </w:t>
      </w:r>
      <w:r w:rsidR="009B0661" w:rsidRPr="002062A7">
        <w:rPr>
          <w:szCs w:val="28"/>
        </w:rPr>
        <w:t>пунктами</w:t>
      </w:r>
      <w:r w:rsidR="009B0661">
        <w:rPr>
          <w:szCs w:val="28"/>
        </w:rPr>
        <w:t xml:space="preserve"> </w:t>
      </w:r>
      <w:r w:rsidR="002062A7">
        <w:rPr>
          <w:szCs w:val="28"/>
        </w:rPr>
        <w:t>3.36.-3.48.</w:t>
      </w:r>
    </w:p>
    <w:p w:rsidR="009B0661" w:rsidRDefault="009B0661" w:rsidP="008F334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</w:t>
      </w:r>
      <w:r w:rsidR="009F610B">
        <w:rPr>
          <w:szCs w:val="28"/>
        </w:rPr>
        <w:t>9</w:t>
      </w:r>
      <w:r>
        <w:rPr>
          <w:szCs w:val="28"/>
        </w:rPr>
        <w:t>. дополнить пунктами 3.28.-</w:t>
      </w:r>
      <w:r w:rsidR="002062A7">
        <w:rPr>
          <w:szCs w:val="28"/>
        </w:rPr>
        <w:t>3.35.</w:t>
      </w:r>
      <w:r>
        <w:rPr>
          <w:szCs w:val="28"/>
        </w:rPr>
        <w:t xml:space="preserve"> в следующей редакции:</w:t>
      </w:r>
    </w:p>
    <w:p w:rsidR="00376D4B" w:rsidRPr="00376D4B" w:rsidRDefault="009B0661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«3.28. </w:t>
      </w:r>
      <w:r w:rsidR="00376D4B" w:rsidRPr="00376D4B">
        <w:rPr>
          <w:szCs w:val="28"/>
        </w:rPr>
        <w:t>Особенности предоставления государственной услуги в МФЦ.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</w:t>
      </w:r>
      <w:r w:rsidRPr="00376D4B">
        <w:rPr>
          <w:szCs w:val="28"/>
        </w:rPr>
        <w:t>аявление для предоставления государственной услуги может быть подано через МФЦ в соответствии с соглашением о взаимодействии, заключенным между МФЦ и Департаментом, предоставляющим государственную услугу, с момента вступления в силу соглашения о взаимодействии.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Специалист МФЦ принимает от заявителя (представителя заявителя) заявление и документы, необходимы</w:t>
      </w:r>
      <w:r>
        <w:rPr>
          <w:szCs w:val="28"/>
        </w:rPr>
        <w:t>е</w:t>
      </w:r>
      <w:r w:rsidRPr="00376D4B">
        <w:rPr>
          <w:szCs w:val="28"/>
        </w:rPr>
        <w:t xml:space="preserve"> для предоставления государственной услуги, указанны</w:t>
      </w:r>
      <w:r>
        <w:rPr>
          <w:szCs w:val="28"/>
        </w:rPr>
        <w:t>е</w:t>
      </w:r>
      <w:r w:rsidRPr="00376D4B">
        <w:rPr>
          <w:szCs w:val="28"/>
        </w:rPr>
        <w:t xml:space="preserve"> в пункте 2.6 Административного регламента, и регистрирует их.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При приеме у заявителя (представителя заявителя)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специалист МФЦ: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- выдает расписку о принятии заявления с описью представленных документов и указанием срока получения результата предоставления государственной услуги.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3.2</w:t>
      </w:r>
      <w:r>
        <w:rPr>
          <w:szCs w:val="28"/>
        </w:rPr>
        <w:t>9</w:t>
      </w:r>
      <w:r w:rsidRPr="00376D4B">
        <w:rPr>
          <w:szCs w:val="28"/>
        </w:rPr>
        <w:t>. Срок выполнения данного административного действия не более 30 минут.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30</w:t>
      </w:r>
      <w:r w:rsidRPr="00376D4B">
        <w:rPr>
          <w:szCs w:val="28"/>
        </w:rPr>
        <w:t>. Передачу и доставку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из МФЦ в Департамент осуществляет специалист МФЦ - курьер. Он передает документы специалисту Департамента в течение семи рабочих дней с момента принятия заявления и документов, указанных в пункт</w:t>
      </w:r>
      <w:r>
        <w:rPr>
          <w:szCs w:val="28"/>
        </w:rPr>
        <w:t>е</w:t>
      </w:r>
      <w:r w:rsidRPr="00376D4B">
        <w:rPr>
          <w:szCs w:val="28"/>
        </w:rPr>
        <w:t xml:space="preserve"> 2.6</w:t>
      </w:r>
      <w:r>
        <w:rPr>
          <w:szCs w:val="28"/>
        </w:rPr>
        <w:t xml:space="preserve"> Административного р</w:t>
      </w:r>
      <w:r w:rsidRPr="00376D4B">
        <w:rPr>
          <w:szCs w:val="28"/>
        </w:rPr>
        <w:t>егламента, от заявителя (представителя заявителя).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Передача документов из МФЦ в Департамент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Департамента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31</w:t>
      </w:r>
      <w:r w:rsidRPr="00376D4B">
        <w:rPr>
          <w:szCs w:val="28"/>
        </w:rPr>
        <w:t>. Специалист Департамента регистрирует заявление в установленном порядке в день передачи курьером документов заявителя из МФЦ в Департамент.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lastRenderedPageBreak/>
        <w:t>3.</w:t>
      </w:r>
      <w:r>
        <w:rPr>
          <w:szCs w:val="28"/>
        </w:rPr>
        <w:t>32</w:t>
      </w:r>
      <w:r w:rsidRPr="00376D4B">
        <w:rPr>
          <w:szCs w:val="28"/>
        </w:rPr>
        <w:t>. Результат предоставления государственной услуги направляется заявителю (представителю заявителя) одним из способов, указанным им в заявлении.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 xml:space="preserve">При наличии в заявлении указания о выдаче результата предоставления государственной услуги через МФЦ по месту представления заявления Департамент обеспечивает передачу документа в МФЦ для выдачи заявителю (представителю заявителя) не позднее дня, </w:t>
      </w:r>
      <w:proofErr w:type="spellStart"/>
      <w:r w:rsidR="00DA7F2F">
        <w:rPr>
          <w:szCs w:val="28"/>
        </w:rPr>
        <w:t>предшетсвующего</w:t>
      </w:r>
      <w:proofErr w:type="spellEnd"/>
      <w:r w:rsidR="00DA7F2F">
        <w:rPr>
          <w:szCs w:val="28"/>
        </w:rPr>
        <w:t xml:space="preserve"> дню окончания срока предоставления государственной услуги, указанного в пункте 2.4 Административного регламента</w:t>
      </w:r>
      <w:r w:rsidRPr="00376D4B">
        <w:rPr>
          <w:szCs w:val="28"/>
        </w:rPr>
        <w:t>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>
        <w:rPr>
          <w:szCs w:val="28"/>
        </w:rPr>
        <w:t>33</w:t>
      </w:r>
      <w:r w:rsidRPr="00376D4B">
        <w:rPr>
          <w:szCs w:val="28"/>
        </w:rPr>
        <w:t>. После получения из Департамента информации о принятии решения специалист МФЦ в течение одного дня, следующего за днем получения информации, получает в Департаменте результат оказания услуги, указанный в пункте 3.</w:t>
      </w:r>
      <w:r w:rsidR="002062A7">
        <w:rPr>
          <w:szCs w:val="28"/>
        </w:rPr>
        <w:t>21</w:t>
      </w:r>
      <w:r w:rsidRPr="00376D4B">
        <w:rPr>
          <w:szCs w:val="28"/>
        </w:rPr>
        <w:t xml:space="preserve"> </w:t>
      </w:r>
      <w:r w:rsidR="002062A7">
        <w:rPr>
          <w:szCs w:val="28"/>
        </w:rPr>
        <w:t>Административного регламента</w:t>
      </w:r>
      <w:r w:rsidRPr="00376D4B">
        <w:rPr>
          <w:szCs w:val="28"/>
        </w:rPr>
        <w:t>.</w:t>
      </w:r>
    </w:p>
    <w:p w:rsidR="00376D4B" w:rsidRPr="00376D4B" w:rsidRDefault="00376D4B" w:rsidP="00376D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76D4B">
        <w:rPr>
          <w:szCs w:val="28"/>
        </w:rPr>
        <w:t>3.</w:t>
      </w:r>
      <w:r w:rsidR="002062A7">
        <w:rPr>
          <w:szCs w:val="28"/>
        </w:rPr>
        <w:t>34</w:t>
      </w:r>
      <w:r w:rsidRPr="00376D4B">
        <w:rPr>
          <w:szCs w:val="28"/>
        </w:rPr>
        <w:t>. При выдаче заявителю результата предоставления государственной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выдается результат предоставления государственной услуги под подпись с указанием даты его получения.</w:t>
      </w:r>
    </w:p>
    <w:p w:rsidR="00CE6DD7" w:rsidRDefault="00376D4B" w:rsidP="009B0661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376D4B">
        <w:rPr>
          <w:szCs w:val="28"/>
        </w:rPr>
        <w:t>3.</w:t>
      </w:r>
      <w:r w:rsidR="002062A7">
        <w:rPr>
          <w:szCs w:val="28"/>
        </w:rPr>
        <w:t>35</w:t>
      </w:r>
      <w:r w:rsidRPr="00376D4B">
        <w:rPr>
          <w:szCs w:val="28"/>
        </w:rPr>
        <w:t>. В случае неявки заявителя (представителя заявителя) в МФЦ в течение 30 дней с момента окончания срока получения результата предоставления государственной услуги, МФЦ курьером отправляет документы в Департамент под подпись с сопроводительным письмом.</w:t>
      </w:r>
      <w:r w:rsidR="002062A7">
        <w:rPr>
          <w:szCs w:val="28"/>
        </w:rPr>
        <w:t>».</w:t>
      </w:r>
      <w:r w:rsidR="008F3348" w:rsidRPr="008F3348">
        <w:rPr>
          <w:szCs w:val="28"/>
        </w:rPr>
        <w:t xml:space="preserve"> </w:t>
      </w:r>
    </w:p>
    <w:p w:rsidR="00472180" w:rsidRDefault="00084AA9" w:rsidP="00554F97">
      <w:pPr>
        <w:ind w:firstLine="540"/>
        <w:jc w:val="both"/>
        <w:rPr>
          <w:szCs w:val="28"/>
        </w:rPr>
      </w:pPr>
      <w:r>
        <w:rPr>
          <w:szCs w:val="28"/>
        </w:rPr>
        <w:t>2</w:t>
      </w:r>
      <w:r w:rsidRPr="00E46267">
        <w:rPr>
          <w:szCs w:val="28"/>
        </w:rPr>
        <w:t>.</w:t>
      </w:r>
      <w:r>
        <w:rPr>
          <w:szCs w:val="28"/>
        </w:rPr>
        <w:t xml:space="preserve"> </w:t>
      </w:r>
      <w:r w:rsidR="00472180" w:rsidRPr="00472180">
        <w:rPr>
          <w:szCs w:val="28"/>
        </w:rPr>
        <w:t>Настоящий приказ разместить (опубликовать) на «Официальном интернет-портале правовой информации» (www.pravo.gov.ru) и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084AA9" w:rsidRDefault="00472180" w:rsidP="00554F97">
      <w:pPr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r w:rsidR="00084AA9" w:rsidRPr="00E46267">
        <w:rPr>
          <w:szCs w:val="28"/>
        </w:rPr>
        <w:t>Контроль за исполнением настоящего</w:t>
      </w:r>
      <w:r w:rsidR="00554F97">
        <w:rPr>
          <w:szCs w:val="28"/>
        </w:rPr>
        <w:t xml:space="preserve"> приказа оставляю за собой.</w:t>
      </w:r>
    </w:p>
    <w:p w:rsidR="00554F97" w:rsidRDefault="00554F97" w:rsidP="00554F97">
      <w:pPr>
        <w:ind w:firstLine="540"/>
        <w:jc w:val="both"/>
        <w:rPr>
          <w:szCs w:val="28"/>
        </w:rPr>
      </w:pPr>
    </w:p>
    <w:p w:rsidR="002062A7" w:rsidRDefault="002062A7" w:rsidP="00554F97">
      <w:pPr>
        <w:ind w:firstLine="540"/>
        <w:jc w:val="both"/>
        <w:rPr>
          <w:szCs w:val="28"/>
        </w:rPr>
      </w:pPr>
    </w:p>
    <w:p w:rsidR="00111445" w:rsidRDefault="00111445" w:rsidP="00554F97">
      <w:pPr>
        <w:ind w:firstLine="540"/>
        <w:jc w:val="both"/>
        <w:rPr>
          <w:szCs w:val="28"/>
        </w:rPr>
      </w:pPr>
    </w:p>
    <w:p w:rsidR="005E75D3" w:rsidRDefault="00E37773" w:rsidP="00E37773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084AA9">
        <w:rPr>
          <w:szCs w:val="28"/>
        </w:rPr>
        <w:t xml:space="preserve">ачальник Департамента                                                               </w:t>
      </w:r>
      <w:r w:rsidR="00084AA9" w:rsidRPr="007663BB">
        <w:rPr>
          <w:szCs w:val="28"/>
        </w:rPr>
        <w:t xml:space="preserve"> </w:t>
      </w:r>
      <w:r>
        <w:rPr>
          <w:szCs w:val="28"/>
        </w:rPr>
        <w:t xml:space="preserve">          Л.В. Иоффе</w:t>
      </w:r>
    </w:p>
    <w:sectPr w:rsidR="005E75D3" w:rsidSect="00E37773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0F" w:rsidRDefault="00D93A0F">
      <w:r>
        <w:separator/>
      </w:r>
    </w:p>
  </w:endnote>
  <w:endnote w:type="continuationSeparator" w:id="0">
    <w:p w:rsidR="00D93A0F" w:rsidRDefault="00D9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0F" w:rsidRDefault="00D93A0F">
      <w:r>
        <w:separator/>
      </w:r>
    </w:p>
  </w:footnote>
  <w:footnote w:type="continuationSeparator" w:id="0">
    <w:p w:rsidR="00D93A0F" w:rsidRDefault="00D9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D6" w:rsidRDefault="004118D6">
    <w:pPr>
      <w:pStyle w:val="a7"/>
      <w:framePr w:wrap="auto" w:vAnchor="text" w:hAnchor="margin" w:xAlign="center" w:y="1"/>
      <w:rPr>
        <w:rStyle w:val="a9"/>
      </w:rPr>
    </w:pPr>
  </w:p>
  <w:p w:rsidR="004118D6" w:rsidRDefault="004118D6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56DD"/>
    <w:rsid w:val="00007576"/>
    <w:rsid w:val="00007AB8"/>
    <w:rsid w:val="00013009"/>
    <w:rsid w:val="00017284"/>
    <w:rsid w:val="00021942"/>
    <w:rsid w:val="00025CFB"/>
    <w:rsid w:val="0002653F"/>
    <w:rsid w:val="00030CF5"/>
    <w:rsid w:val="000351E6"/>
    <w:rsid w:val="00036147"/>
    <w:rsid w:val="00041595"/>
    <w:rsid w:val="00041F04"/>
    <w:rsid w:val="00043828"/>
    <w:rsid w:val="0005244A"/>
    <w:rsid w:val="0005539E"/>
    <w:rsid w:val="00055F43"/>
    <w:rsid w:val="00056DE1"/>
    <w:rsid w:val="00060B1B"/>
    <w:rsid w:val="00062BA1"/>
    <w:rsid w:val="00065E3B"/>
    <w:rsid w:val="00066E1D"/>
    <w:rsid w:val="00071E7E"/>
    <w:rsid w:val="00071EEC"/>
    <w:rsid w:val="00075222"/>
    <w:rsid w:val="000776DC"/>
    <w:rsid w:val="00083B93"/>
    <w:rsid w:val="00084AA9"/>
    <w:rsid w:val="00085ED9"/>
    <w:rsid w:val="000876FF"/>
    <w:rsid w:val="000937EE"/>
    <w:rsid w:val="00093984"/>
    <w:rsid w:val="000949E9"/>
    <w:rsid w:val="00094E79"/>
    <w:rsid w:val="00096E33"/>
    <w:rsid w:val="000970F7"/>
    <w:rsid w:val="000978D7"/>
    <w:rsid w:val="000A2275"/>
    <w:rsid w:val="000A5CFF"/>
    <w:rsid w:val="000B10C0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4927"/>
    <w:rsid w:val="000D5122"/>
    <w:rsid w:val="000D6C1B"/>
    <w:rsid w:val="000D73F9"/>
    <w:rsid w:val="000D7922"/>
    <w:rsid w:val="000D7CE1"/>
    <w:rsid w:val="000E4575"/>
    <w:rsid w:val="000E5BAB"/>
    <w:rsid w:val="000F0F85"/>
    <w:rsid w:val="000F2D3C"/>
    <w:rsid w:val="000F4D37"/>
    <w:rsid w:val="000F6937"/>
    <w:rsid w:val="001002B7"/>
    <w:rsid w:val="001030B2"/>
    <w:rsid w:val="001045A8"/>
    <w:rsid w:val="00111068"/>
    <w:rsid w:val="00111445"/>
    <w:rsid w:val="00116817"/>
    <w:rsid w:val="001200A9"/>
    <w:rsid w:val="0012047C"/>
    <w:rsid w:val="001230CF"/>
    <w:rsid w:val="00123811"/>
    <w:rsid w:val="00131B0B"/>
    <w:rsid w:val="00132CA8"/>
    <w:rsid w:val="001349B2"/>
    <w:rsid w:val="0013697F"/>
    <w:rsid w:val="00143FD4"/>
    <w:rsid w:val="00146250"/>
    <w:rsid w:val="00151495"/>
    <w:rsid w:val="0015444A"/>
    <w:rsid w:val="001545C2"/>
    <w:rsid w:val="0016095F"/>
    <w:rsid w:val="00165632"/>
    <w:rsid w:val="00173AA6"/>
    <w:rsid w:val="00173F53"/>
    <w:rsid w:val="00175D73"/>
    <w:rsid w:val="00180E86"/>
    <w:rsid w:val="00181F89"/>
    <w:rsid w:val="00182BDE"/>
    <w:rsid w:val="001855AE"/>
    <w:rsid w:val="00186144"/>
    <w:rsid w:val="00190500"/>
    <w:rsid w:val="00194772"/>
    <w:rsid w:val="00196FF4"/>
    <w:rsid w:val="00197047"/>
    <w:rsid w:val="001A1A3A"/>
    <w:rsid w:val="001A2450"/>
    <w:rsid w:val="001A2DB9"/>
    <w:rsid w:val="001A47F6"/>
    <w:rsid w:val="001A7644"/>
    <w:rsid w:val="001B1AD9"/>
    <w:rsid w:val="001B344C"/>
    <w:rsid w:val="001B3BEF"/>
    <w:rsid w:val="001B461F"/>
    <w:rsid w:val="001B47C3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44C"/>
    <w:rsid w:val="001D5554"/>
    <w:rsid w:val="001E33B4"/>
    <w:rsid w:val="001E7C6B"/>
    <w:rsid w:val="001F2604"/>
    <w:rsid w:val="001F2CF6"/>
    <w:rsid w:val="001F485D"/>
    <w:rsid w:val="001F71CB"/>
    <w:rsid w:val="002015A5"/>
    <w:rsid w:val="00205CC1"/>
    <w:rsid w:val="002062A7"/>
    <w:rsid w:val="002065AD"/>
    <w:rsid w:val="002067AD"/>
    <w:rsid w:val="00207D90"/>
    <w:rsid w:val="00210390"/>
    <w:rsid w:val="00210F02"/>
    <w:rsid w:val="00213111"/>
    <w:rsid w:val="002140E6"/>
    <w:rsid w:val="002159C9"/>
    <w:rsid w:val="00215F53"/>
    <w:rsid w:val="002175D0"/>
    <w:rsid w:val="00217860"/>
    <w:rsid w:val="0022132A"/>
    <w:rsid w:val="00224794"/>
    <w:rsid w:val="00226501"/>
    <w:rsid w:val="0023107B"/>
    <w:rsid w:val="00233992"/>
    <w:rsid w:val="0023613C"/>
    <w:rsid w:val="00236590"/>
    <w:rsid w:val="002442DC"/>
    <w:rsid w:val="00244884"/>
    <w:rsid w:val="00246CDC"/>
    <w:rsid w:val="00251995"/>
    <w:rsid w:val="00253F3C"/>
    <w:rsid w:val="00255473"/>
    <w:rsid w:val="0025672B"/>
    <w:rsid w:val="00256E2F"/>
    <w:rsid w:val="0025729E"/>
    <w:rsid w:val="00260156"/>
    <w:rsid w:val="00260B81"/>
    <w:rsid w:val="0026157D"/>
    <w:rsid w:val="002668C1"/>
    <w:rsid w:val="00267BF0"/>
    <w:rsid w:val="002704FE"/>
    <w:rsid w:val="0027097F"/>
    <w:rsid w:val="002726C9"/>
    <w:rsid w:val="00274966"/>
    <w:rsid w:val="00276DFF"/>
    <w:rsid w:val="00281F8A"/>
    <w:rsid w:val="00283620"/>
    <w:rsid w:val="0028503C"/>
    <w:rsid w:val="00285639"/>
    <w:rsid w:val="00291273"/>
    <w:rsid w:val="00295BC9"/>
    <w:rsid w:val="002A61BE"/>
    <w:rsid w:val="002B4A68"/>
    <w:rsid w:val="002B4EED"/>
    <w:rsid w:val="002B796D"/>
    <w:rsid w:val="002C0445"/>
    <w:rsid w:val="002C119D"/>
    <w:rsid w:val="002C25FB"/>
    <w:rsid w:val="002C7961"/>
    <w:rsid w:val="002D67E2"/>
    <w:rsid w:val="002E07C4"/>
    <w:rsid w:val="002E11EA"/>
    <w:rsid w:val="002E2A1B"/>
    <w:rsid w:val="002E2D95"/>
    <w:rsid w:val="002E424A"/>
    <w:rsid w:val="002E57B0"/>
    <w:rsid w:val="002E6848"/>
    <w:rsid w:val="002E6EE6"/>
    <w:rsid w:val="002E7AA6"/>
    <w:rsid w:val="002F59F6"/>
    <w:rsid w:val="002F6FAD"/>
    <w:rsid w:val="00300594"/>
    <w:rsid w:val="00300F6D"/>
    <w:rsid w:val="00302AA0"/>
    <w:rsid w:val="003051BF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3BC1"/>
    <w:rsid w:val="00325EBE"/>
    <w:rsid w:val="00327423"/>
    <w:rsid w:val="003278DB"/>
    <w:rsid w:val="00327E5C"/>
    <w:rsid w:val="00332AD2"/>
    <w:rsid w:val="00334324"/>
    <w:rsid w:val="00335D64"/>
    <w:rsid w:val="0034149C"/>
    <w:rsid w:val="00344501"/>
    <w:rsid w:val="0034520D"/>
    <w:rsid w:val="00345834"/>
    <w:rsid w:val="00345D49"/>
    <w:rsid w:val="00351BAE"/>
    <w:rsid w:val="00356B59"/>
    <w:rsid w:val="003577FA"/>
    <w:rsid w:val="003636FE"/>
    <w:rsid w:val="00363DC1"/>
    <w:rsid w:val="00365940"/>
    <w:rsid w:val="0036611A"/>
    <w:rsid w:val="00372333"/>
    <w:rsid w:val="00372919"/>
    <w:rsid w:val="0037439B"/>
    <w:rsid w:val="0037650C"/>
    <w:rsid w:val="00376D4B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B15CA"/>
    <w:rsid w:val="003B2461"/>
    <w:rsid w:val="003B261C"/>
    <w:rsid w:val="003B3D3F"/>
    <w:rsid w:val="003B77BE"/>
    <w:rsid w:val="003B77C3"/>
    <w:rsid w:val="003C0B45"/>
    <w:rsid w:val="003C13E4"/>
    <w:rsid w:val="003C2EAA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69C"/>
    <w:rsid w:val="003E3CFB"/>
    <w:rsid w:val="003E7525"/>
    <w:rsid w:val="003F2F29"/>
    <w:rsid w:val="003F3161"/>
    <w:rsid w:val="003F4CF9"/>
    <w:rsid w:val="003F6F63"/>
    <w:rsid w:val="003F7D6C"/>
    <w:rsid w:val="0040103F"/>
    <w:rsid w:val="0040692A"/>
    <w:rsid w:val="00407CDE"/>
    <w:rsid w:val="0041041B"/>
    <w:rsid w:val="004118D6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3405"/>
    <w:rsid w:val="00425193"/>
    <w:rsid w:val="00425DCC"/>
    <w:rsid w:val="00431903"/>
    <w:rsid w:val="00433F74"/>
    <w:rsid w:val="004366C7"/>
    <w:rsid w:val="00440D4E"/>
    <w:rsid w:val="0044307F"/>
    <w:rsid w:val="004445E8"/>
    <w:rsid w:val="00451086"/>
    <w:rsid w:val="00452EC2"/>
    <w:rsid w:val="00453DD6"/>
    <w:rsid w:val="0045442E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2180"/>
    <w:rsid w:val="00473BA2"/>
    <w:rsid w:val="00473C1C"/>
    <w:rsid w:val="00474B5D"/>
    <w:rsid w:val="00476315"/>
    <w:rsid w:val="0048304F"/>
    <w:rsid w:val="00484CE9"/>
    <w:rsid w:val="00487E9B"/>
    <w:rsid w:val="00492FF7"/>
    <w:rsid w:val="004970F8"/>
    <w:rsid w:val="004A044B"/>
    <w:rsid w:val="004A32DD"/>
    <w:rsid w:val="004A5904"/>
    <w:rsid w:val="004A59B2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D6D1B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0C46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10ABE"/>
    <w:rsid w:val="00512B3D"/>
    <w:rsid w:val="00513B84"/>
    <w:rsid w:val="00513EAC"/>
    <w:rsid w:val="00515C5C"/>
    <w:rsid w:val="00522F73"/>
    <w:rsid w:val="0052484D"/>
    <w:rsid w:val="005266E4"/>
    <w:rsid w:val="00526F4D"/>
    <w:rsid w:val="00534DAB"/>
    <w:rsid w:val="005364E3"/>
    <w:rsid w:val="005404ED"/>
    <w:rsid w:val="00540674"/>
    <w:rsid w:val="00540C10"/>
    <w:rsid w:val="005414C1"/>
    <w:rsid w:val="005418BD"/>
    <w:rsid w:val="0054278F"/>
    <w:rsid w:val="005433D1"/>
    <w:rsid w:val="00543FEC"/>
    <w:rsid w:val="00554EFF"/>
    <w:rsid w:val="00554F97"/>
    <w:rsid w:val="00556495"/>
    <w:rsid w:val="0056158B"/>
    <w:rsid w:val="00561BD3"/>
    <w:rsid w:val="005642DB"/>
    <w:rsid w:val="00570D97"/>
    <w:rsid w:val="00570E9E"/>
    <w:rsid w:val="00572560"/>
    <w:rsid w:val="00574C83"/>
    <w:rsid w:val="005806FC"/>
    <w:rsid w:val="00581677"/>
    <w:rsid w:val="0059025C"/>
    <w:rsid w:val="00590421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723"/>
    <w:rsid w:val="005B696A"/>
    <w:rsid w:val="005B6988"/>
    <w:rsid w:val="005C2822"/>
    <w:rsid w:val="005C2E8A"/>
    <w:rsid w:val="005C593B"/>
    <w:rsid w:val="005C5C47"/>
    <w:rsid w:val="005C60B6"/>
    <w:rsid w:val="005D0246"/>
    <w:rsid w:val="005D06BF"/>
    <w:rsid w:val="005D629A"/>
    <w:rsid w:val="005D6E5B"/>
    <w:rsid w:val="005E19DE"/>
    <w:rsid w:val="005E1BB3"/>
    <w:rsid w:val="005E2A7A"/>
    <w:rsid w:val="005E2B7F"/>
    <w:rsid w:val="005E4794"/>
    <w:rsid w:val="005E67BA"/>
    <w:rsid w:val="005E75D3"/>
    <w:rsid w:val="005F0AF2"/>
    <w:rsid w:val="005F29CC"/>
    <w:rsid w:val="005F5B8F"/>
    <w:rsid w:val="005F5EC7"/>
    <w:rsid w:val="005F63B5"/>
    <w:rsid w:val="005F73BA"/>
    <w:rsid w:val="005F770A"/>
    <w:rsid w:val="005F7F1F"/>
    <w:rsid w:val="00600642"/>
    <w:rsid w:val="00604805"/>
    <w:rsid w:val="00613D37"/>
    <w:rsid w:val="00615BF9"/>
    <w:rsid w:val="006207DB"/>
    <w:rsid w:val="00621590"/>
    <w:rsid w:val="006217EC"/>
    <w:rsid w:val="006227A3"/>
    <w:rsid w:val="00622FB8"/>
    <w:rsid w:val="00623629"/>
    <w:rsid w:val="00623853"/>
    <w:rsid w:val="00624988"/>
    <w:rsid w:val="00627228"/>
    <w:rsid w:val="0062752F"/>
    <w:rsid w:val="006317E6"/>
    <w:rsid w:val="0063216A"/>
    <w:rsid w:val="006330B8"/>
    <w:rsid w:val="00635E58"/>
    <w:rsid w:val="006408E0"/>
    <w:rsid w:val="0065162D"/>
    <w:rsid w:val="00651AF0"/>
    <w:rsid w:val="00654911"/>
    <w:rsid w:val="00657614"/>
    <w:rsid w:val="0066331F"/>
    <w:rsid w:val="00665C83"/>
    <w:rsid w:val="00666961"/>
    <w:rsid w:val="00672F4E"/>
    <w:rsid w:val="00675168"/>
    <w:rsid w:val="0067533D"/>
    <w:rsid w:val="00680040"/>
    <w:rsid w:val="00683E71"/>
    <w:rsid w:val="00684CFA"/>
    <w:rsid w:val="00685F22"/>
    <w:rsid w:val="006860C7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B6B2A"/>
    <w:rsid w:val="006C0BE9"/>
    <w:rsid w:val="006C2770"/>
    <w:rsid w:val="006C7ABD"/>
    <w:rsid w:val="006D17B3"/>
    <w:rsid w:val="006D2DDC"/>
    <w:rsid w:val="006D361C"/>
    <w:rsid w:val="006D3F6B"/>
    <w:rsid w:val="006D41D6"/>
    <w:rsid w:val="006D7099"/>
    <w:rsid w:val="006E0207"/>
    <w:rsid w:val="006E0F2F"/>
    <w:rsid w:val="006E3E74"/>
    <w:rsid w:val="006E7AD5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11E19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286F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4CC2"/>
    <w:rsid w:val="0079679C"/>
    <w:rsid w:val="00796FAD"/>
    <w:rsid w:val="007A0226"/>
    <w:rsid w:val="007A2B75"/>
    <w:rsid w:val="007A345A"/>
    <w:rsid w:val="007A5E0F"/>
    <w:rsid w:val="007A6C34"/>
    <w:rsid w:val="007A7ACC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E3458"/>
    <w:rsid w:val="007E685A"/>
    <w:rsid w:val="007E70CE"/>
    <w:rsid w:val="007F1657"/>
    <w:rsid w:val="007F20EB"/>
    <w:rsid w:val="007F3166"/>
    <w:rsid w:val="007F4608"/>
    <w:rsid w:val="007F7F48"/>
    <w:rsid w:val="008006D4"/>
    <w:rsid w:val="00801C70"/>
    <w:rsid w:val="008021A2"/>
    <w:rsid w:val="008032FB"/>
    <w:rsid w:val="008054B6"/>
    <w:rsid w:val="0080609C"/>
    <w:rsid w:val="00810530"/>
    <w:rsid w:val="00811EAD"/>
    <w:rsid w:val="00814DB0"/>
    <w:rsid w:val="008158AD"/>
    <w:rsid w:val="00815F80"/>
    <w:rsid w:val="008201F6"/>
    <w:rsid w:val="0082309E"/>
    <w:rsid w:val="0082359C"/>
    <w:rsid w:val="00827610"/>
    <w:rsid w:val="00830122"/>
    <w:rsid w:val="00831915"/>
    <w:rsid w:val="00831CBF"/>
    <w:rsid w:val="00831D6C"/>
    <w:rsid w:val="0083415C"/>
    <w:rsid w:val="0083708C"/>
    <w:rsid w:val="0084096C"/>
    <w:rsid w:val="00840F98"/>
    <w:rsid w:val="008432E9"/>
    <w:rsid w:val="00844105"/>
    <w:rsid w:val="00844482"/>
    <w:rsid w:val="00844576"/>
    <w:rsid w:val="00844BAD"/>
    <w:rsid w:val="008471D7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3796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00C1"/>
    <w:rsid w:val="008F1D23"/>
    <w:rsid w:val="008F32CD"/>
    <w:rsid w:val="008F3348"/>
    <w:rsid w:val="008F612F"/>
    <w:rsid w:val="008F72C0"/>
    <w:rsid w:val="00900F7A"/>
    <w:rsid w:val="009034CF"/>
    <w:rsid w:val="00904BE3"/>
    <w:rsid w:val="00906371"/>
    <w:rsid w:val="00907DE8"/>
    <w:rsid w:val="009126F5"/>
    <w:rsid w:val="00914402"/>
    <w:rsid w:val="00915426"/>
    <w:rsid w:val="00915CE0"/>
    <w:rsid w:val="00921CBA"/>
    <w:rsid w:val="009248CB"/>
    <w:rsid w:val="00925A9E"/>
    <w:rsid w:val="0093259C"/>
    <w:rsid w:val="009419CF"/>
    <w:rsid w:val="00941F20"/>
    <w:rsid w:val="009426CF"/>
    <w:rsid w:val="009448F4"/>
    <w:rsid w:val="00944F8A"/>
    <w:rsid w:val="0094601E"/>
    <w:rsid w:val="00951185"/>
    <w:rsid w:val="009520A8"/>
    <w:rsid w:val="00955EE2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64F1"/>
    <w:rsid w:val="00986F6F"/>
    <w:rsid w:val="009874DA"/>
    <w:rsid w:val="0099010F"/>
    <w:rsid w:val="009936BD"/>
    <w:rsid w:val="0099614E"/>
    <w:rsid w:val="00996B1E"/>
    <w:rsid w:val="009B0661"/>
    <w:rsid w:val="009B0C29"/>
    <w:rsid w:val="009B1670"/>
    <w:rsid w:val="009B3616"/>
    <w:rsid w:val="009B4A1C"/>
    <w:rsid w:val="009C1817"/>
    <w:rsid w:val="009C2310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18DC"/>
    <w:rsid w:val="009F38A7"/>
    <w:rsid w:val="009F610B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2D8"/>
    <w:rsid w:val="00A1764F"/>
    <w:rsid w:val="00A208C6"/>
    <w:rsid w:val="00A2239F"/>
    <w:rsid w:val="00A24397"/>
    <w:rsid w:val="00A252B9"/>
    <w:rsid w:val="00A26E67"/>
    <w:rsid w:val="00A27BC2"/>
    <w:rsid w:val="00A36D6A"/>
    <w:rsid w:val="00A420F5"/>
    <w:rsid w:val="00A46F4A"/>
    <w:rsid w:val="00A47BFB"/>
    <w:rsid w:val="00A51A1E"/>
    <w:rsid w:val="00A56647"/>
    <w:rsid w:val="00A5666E"/>
    <w:rsid w:val="00A56D61"/>
    <w:rsid w:val="00A600FE"/>
    <w:rsid w:val="00A60E8C"/>
    <w:rsid w:val="00A6283C"/>
    <w:rsid w:val="00A62DAD"/>
    <w:rsid w:val="00A6402F"/>
    <w:rsid w:val="00A669CA"/>
    <w:rsid w:val="00A66B56"/>
    <w:rsid w:val="00A7155A"/>
    <w:rsid w:val="00A7489E"/>
    <w:rsid w:val="00A848F4"/>
    <w:rsid w:val="00A87D1D"/>
    <w:rsid w:val="00A96611"/>
    <w:rsid w:val="00AA24EA"/>
    <w:rsid w:val="00AB5E12"/>
    <w:rsid w:val="00AC30FA"/>
    <w:rsid w:val="00AC51F7"/>
    <w:rsid w:val="00AC640D"/>
    <w:rsid w:val="00AD02CB"/>
    <w:rsid w:val="00AD1E90"/>
    <w:rsid w:val="00AD21BD"/>
    <w:rsid w:val="00AD4292"/>
    <w:rsid w:val="00AD4F75"/>
    <w:rsid w:val="00AD6EE4"/>
    <w:rsid w:val="00AD7517"/>
    <w:rsid w:val="00AD77F5"/>
    <w:rsid w:val="00AD7FBF"/>
    <w:rsid w:val="00AE153C"/>
    <w:rsid w:val="00AE4811"/>
    <w:rsid w:val="00AE5FF0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3B2E"/>
    <w:rsid w:val="00B16408"/>
    <w:rsid w:val="00B239CE"/>
    <w:rsid w:val="00B243B3"/>
    <w:rsid w:val="00B300EF"/>
    <w:rsid w:val="00B30350"/>
    <w:rsid w:val="00B30D71"/>
    <w:rsid w:val="00B30E8D"/>
    <w:rsid w:val="00B33B33"/>
    <w:rsid w:val="00B34478"/>
    <w:rsid w:val="00B345AE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3812"/>
    <w:rsid w:val="00B76221"/>
    <w:rsid w:val="00B76BF8"/>
    <w:rsid w:val="00B76DA5"/>
    <w:rsid w:val="00B805A9"/>
    <w:rsid w:val="00B809DA"/>
    <w:rsid w:val="00B84390"/>
    <w:rsid w:val="00B85024"/>
    <w:rsid w:val="00B91D4A"/>
    <w:rsid w:val="00B92B0E"/>
    <w:rsid w:val="00B937D6"/>
    <w:rsid w:val="00B95593"/>
    <w:rsid w:val="00B95BF5"/>
    <w:rsid w:val="00B96187"/>
    <w:rsid w:val="00B9685D"/>
    <w:rsid w:val="00BA0934"/>
    <w:rsid w:val="00BA11B7"/>
    <w:rsid w:val="00BA1FF6"/>
    <w:rsid w:val="00BA2672"/>
    <w:rsid w:val="00BA2A46"/>
    <w:rsid w:val="00BA2ED2"/>
    <w:rsid w:val="00BA2F9C"/>
    <w:rsid w:val="00BA3181"/>
    <w:rsid w:val="00BA554B"/>
    <w:rsid w:val="00BA7019"/>
    <w:rsid w:val="00BB2C1D"/>
    <w:rsid w:val="00BC2D09"/>
    <w:rsid w:val="00BC6DBF"/>
    <w:rsid w:val="00BC6F6E"/>
    <w:rsid w:val="00BC76BE"/>
    <w:rsid w:val="00BD1221"/>
    <w:rsid w:val="00BD2595"/>
    <w:rsid w:val="00BD48A9"/>
    <w:rsid w:val="00BD6172"/>
    <w:rsid w:val="00BD6874"/>
    <w:rsid w:val="00BE2A3A"/>
    <w:rsid w:val="00BE4A16"/>
    <w:rsid w:val="00BE6D23"/>
    <w:rsid w:val="00BF067B"/>
    <w:rsid w:val="00BF0911"/>
    <w:rsid w:val="00BF236C"/>
    <w:rsid w:val="00BF2F5B"/>
    <w:rsid w:val="00BF7E96"/>
    <w:rsid w:val="00C02C35"/>
    <w:rsid w:val="00C05540"/>
    <w:rsid w:val="00C057C7"/>
    <w:rsid w:val="00C0683B"/>
    <w:rsid w:val="00C0763B"/>
    <w:rsid w:val="00C0777E"/>
    <w:rsid w:val="00C10D35"/>
    <w:rsid w:val="00C12C2D"/>
    <w:rsid w:val="00C153CB"/>
    <w:rsid w:val="00C169D4"/>
    <w:rsid w:val="00C21E75"/>
    <w:rsid w:val="00C21F35"/>
    <w:rsid w:val="00C2253E"/>
    <w:rsid w:val="00C247D1"/>
    <w:rsid w:val="00C25E85"/>
    <w:rsid w:val="00C27CCC"/>
    <w:rsid w:val="00C30ABD"/>
    <w:rsid w:val="00C328F5"/>
    <w:rsid w:val="00C32F93"/>
    <w:rsid w:val="00C35011"/>
    <w:rsid w:val="00C374AE"/>
    <w:rsid w:val="00C44528"/>
    <w:rsid w:val="00C446B5"/>
    <w:rsid w:val="00C47035"/>
    <w:rsid w:val="00C50A02"/>
    <w:rsid w:val="00C53A2E"/>
    <w:rsid w:val="00C57E16"/>
    <w:rsid w:val="00C60902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25E4"/>
    <w:rsid w:val="00C94056"/>
    <w:rsid w:val="00C946D3"/>
    <w:rsid w:val="00CA0DC8"/>
    <w:rsid w:val="00CA16CB"/>
    <w:rsid w:val="00CA3476"/>
    <w:rsid w:val="00CA47F3"/>
    <w:rsid w:val="00CA5101"/>
    <w:rsid w:val="00CA54B4"/>
    <w:rsid w:val="00CA713D"/>
    <w:rsid w:val="00CA79B0"/>
    <w:rsid w:val="00CA7C7A"/>
    <w:rsid w:val="00CB0FBB"/>
    <w:rsid w:val="00CB1EC5"/>
    <w:rsid w:val="00CB49C4"/>
    <w:rsid w:val="00CB5BDB"/>
    <w:rsid w:val="00CB662A"/>
    <w:rsid w:val="00CB6985"/>
    <w:rsid w:val="00CC20D6"/>
    <w:rsid w:val="00CC235E"/>
    <w:rsid w:val="00CC2B2F"/>
    <w:rsid w:val="00CC401A"/>
    <w:rsid w:val="00CC4071"/>
    <w:rsid w:val="00CC56D7"/>
    <w:rsid w:val="00CC5846"/>
    <w:rsid w:val="00CC664C"/>
    <w:rsid w:val="00CC67A2"/>
    <w:rsid w:val="00CC6D10"/>
    <w:rsid w:val="00CC7AA6"/>
    <w:rsid w:val="00CD61FC"/>
    <w:rsid w:val="00CD74FC"/>
    <w:rsid w:val="00CD7EB4"/>
    <w:rsid w:val="00CE33AD"/>
    <w:rsid w:val="00CE4A9C"/>
    <w:rsid w:val="00CE5F95"/>
    <w:rsid w:val="00CE693F"/>
    <w:rsid w:val="00CE6DD7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2B5D"/>
    <w:rsid w:val="00D05002"/>
    <w:rsid w:val="00D06132"/>
    <w:rsid w:val="00D122A2"/>
    <w:rsid w:val="00D1506B"/>
    <w:rsid w:val="00D21280"/>
    <w:rsid w:val="00D2189F"/>
    <w:rsid w:val="00D2220C"/>
    <w:rsid w:val="00D23D11"/>
    <w:rsid w:val="00D2672D"/>
    <w:rsid w:val="00D31189"/>
    <w:rsid w:val="00D31D74"/>
    <w:rsid w:val="00D32540"/>
    <w:rsid w:val="00D33BC8"/>
    <w:rsid w:val="00D34D03"/>
    <w:rsid w:val="00D34DAB"/>
    <w:rsid w:val="00D35896"/>
    <w:rsid w:val="00D36941"/>
    <w:rsid w:val="00D36C8C"/>
    <w:rsid w:val="00D370E2"/>
    <w:rsid w:val="00D40B8A"/>
    <w:rsid w:val="00D41590"/>
    <w:rsid w:val="00D4362D"/>
    <w:rsid w:val="00D43B6F"/>
    <w:rsid w:val="00D44449"/>
    <w:rsid w:val="00D45123"/>
    <w:rsid w:val="00D4697D"/>
    <w:rsid w:val="00D47EB6"/>
    <w:rsid w:val="00D516A2"/>
    <w:rsid w:val="00D523F4"/>
    <w:rsid w:val="00D5313E"/>
    <w:rsid w:val="00D602BF"/>
    <w:rsid w:val="00D615C7"/>
    <w:rsid w:val="00D62767"/>
    <w:rsid w:val="00D6359F"/>
    <w:rsid w:val="00D63A6F"/>
    <w:rsid w:val="00D63B15"/>
    <w:rsid w:val="00D63CA1"/>
    <w:rsid w:val="00D64910"/>
    <w:rsid w:val="00D65E0F"/>
    <w:rsid w:val="00D66F77"/>
    <w:rsid w:val="00D67D35"/>
    <w:rsid w:val="00D80775"/>
    <w:rsid w:val="00D82BBA"/>
    <w:rsid w:val="00D84635"/>
    <w:rsid w:val="00D854EE"/>
    <w:rsid w:val="00D93A0F"/>
    <w:rsid w:val="00D963DE"/>
    <w:rsid w:val="00D976AE"/>
    <w:rsid w:val="00D97D8C"/>
    <w:rsid w:val="00DA0742"/>
    <w:rsid w:val="00DA1FC1"/>
    <w:rsid w:val="00DA4546"/>
    <w:rsid w:val="00DA66C0"/>
    <w:rsid w:val="00DA689F"/>
    <w:rsid w:val="00DA6BD3"/>
    <w:rsid w:val="00DA7F2F"/>
    <w:rsid w:val="00DB1A46"/>
    <w:rsid w:val="00DB290C"/>
    <w:rsid w:val="00DB2DC1"/>
    <w:rsid w:val="00DB2E51"/>
    <w:rsid w:val="00DB3C0B"/>
    <w:rsid w:val="00DB7CBA"/>
    <w:rsid w:val="00DC29F0"/>
    <w:rsid w:val="00DC3164"/>
    <w:rsid w:val="00DC4CCC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181E"/>
    <w:rsid w:val="00DF2B99"/>
    <w:rsid w:val="00DF481E"/>
    <w:rsid w:val="00DF7BCD"/>
    <w:rsid w:val="00E005D3"/>
    <w:rsid w:val="00E00F7E"/>
    <w:rsid w:val="00E01E1E"/>
    <w:rsid w:val="00E02221"/>
    <w:rsid w:val="00E03F21"/>
    <w:rsid w:val="00E04B60"/>
    <w:rsid w:val="00E072FA"/>
    <w:rsid w:val="00E07983"/>
    <w:rsid w:val="00E07BF4"/>
    <w:rsid w:val="00E11EDE"/>
    <w:rsid w:val="00E1483B"/>
    <w:rsid w:val="00E22C52"/>
    <w:rsid w:val="00E275B8"/>
    <w:rsid w:val="00E333BB"/>
    <w:rsid w:val="00E34B9D"/>
    <w:rsid w:val="00E350C9"/>
    <w:rsid w:val="00E35470"/>
    <w:rsid w:val="00E37773"/>
    <w:rsid w:val="00E41C4F"/>
    <w:rsid w:val="00E437BE"/>
    <w:rsid w:val="00E449B8"/>
    <w:rsid w:val="00E46267"/>
    <w:rsid w:val="00E46D93"/>
    <w:rsid w:val="00E477A2"/>
    <w:rsid w:val="00E50125"/>
    <w:rsid w:val="00E51022"/>
    <w:rsid w:val="00E52D86"/>
    <w:rsid w:val="00E54040"/>
    <w:rsid w:val="00E54955"/>
    <w:rsid w:val="00E553DF"/>
    <w:rsid w:val="00E567EC"/>
    <w:rsid w:val="00E61971"/>
    <w:rsid w:val="00E61AA0"/>
    <w:rsid w:val="00E62544"/>
    <w:rsid w:val="00E63587"/>
    <w:rsid w:val="00E65DE6"/>
    <w:rsid w:val="00E66E8F"/>
    <w:rsid w:val="00E70CDD"/>
    <w:rsid w:val="00E70FEA"/>
    <w:rsid w:val="00E75906"/>
    <w:rsid w:val="00E76B29"/>
    <w:rsid w:val="00E801B0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5F54"/>
    <w:rsid w:val="00E86A82"/>
    <w:rsid w:val="00E879CE"/>
    <w:rsid w:val="00E9098F"/>
    <w:rsid w:val="00E93805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32C"/>
    <w:rsid w:val="00EB6507"/>
    <w:rsid w:val="00EB75D4"/>
    <w:rsid w:val="00EC0BCB"/>
    <w:rsid w:val="00EC1C9F"/>
    <w:rsid w:val="00EC46D9"/>
    <w:rsid w:val="00EC6AE7"/>
    <w:rsid w:val="00EC6D71"/>
    <w:rsid w:val="00ED0B53"/>
    <w:rsid w:val="00ED1902"/>
    <w:rsid w:val="00ED23F7"/>
    <w:rsid w:val="00ED43CE"/>
    <w:rsid w:val="00ED5CA6"/>
    <w:rsid w:val="00ED6642"/>
    <w:rsid w:val="00EE2773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5A"/>
    <w:rsid w:val="00F02F4C"/>
    <w:rsid w:val="00F03A9C"/>
    <w:rsid w:val="00F058C7"/>
    <w:rsid w:val="00F13799"/>
    <w:rsid w:val="00F13FB5"/>
    <w:rsid w:val="00F207F0"/>
    <w:rsid w:val="00F21BF9"/>
    <w:rsid w:val="00F22801"/>
    <w:rsid w:val="00F23D4E"/>
    <w:rsid w:val="00F24900"/>
    <w:rsid w:val="00F25A7A"/>
    <w:rsid w:val="00F267DF"/>
    <w:rsid w:val="00F27AB1"/>
    <w:rsid w:val="00F31799"/>
    <w:rsid w:val="00F33810"/>
    <w:rsid w:val="00F34185"/>
    <w:rsid w:val="00F3419A"/>
    <w:rsid w:val="00F34FCE"/>
    <w:rsid w:val="00F367C7"/>
    <w:rsid w:val="00F37BBF"/>
    <w:rsid w:val="00F4062A"/>
    <w:rsid w:val="00F40AF6"/>
    <w:rsid w:val="00F4552C"/>
    <w:rsid w:val="00F45A13"/>
    <w:rsid w:val="00F46976"/>
    <w:rsid w:val="00F5042A"/>
    <w:rsid w:val="00F52140"/>
    <w:rsid w:val="00F521AF"/>
    <w:rsid w:val="00F52848"/>
    <w:rsid w:val="00F52F83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80B78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0D02"/>
    <w:rsid w:val="00FB13D1"/>
    <w:rsid w:val="00FB42D2"/>
    <w:rsid w:val="00FB49F4"/>
    <w:rsid w:val="00FB5E3B"/>
    <w:rsid w:val="00FB7DA3"/>
    <w:rsid w:val="00FC0451"/>
    <w:rsid w:val="00FC20F6"/>
    <w:rsid w:val="00FC2404"/>
    <w:rsid w:val="00FC35DC"/>
    <w:rsid w:val="00FC6F30"/>
    <w:rsid w:val="00FD0622"/>
    <w:rsid w:val="00FD1270"/>
    <w:rsid w:val="00FD2274"/>
    <w:rsid w:val="00FD40CB"/>
    <w:rsid w:val="00FD4635"/>
    <w:rsid w:val="00FD5614"/>
    <w:rsid w:val="00FD7113"/>
    <w:rsid w:val="00FD7C88"/>
    <w:rsid w:val="00FE2F08"/>
    <w:rsid w:val="00FE3750"/>
    <w:rsid w:val="00FE628C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7D2D-FF53-4BC7-BA8F-BD27FD1D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0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5967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Tsatsenko</cp:lastModifiedBy>
  <cp:revision>2</cp:revision>
  <cp:lastPrinted>2019-06-13T13:47:00Z</cp:lastPrinted>
  <dcterms:created xsi:type="dcterms:W3CDTF">2019-08-08T13:25:00Z</dcterms:created>
  <dcterms:modified xsi:type="dcterms:W3CDTF">2019-08-08T13:25:00Z</dcterms:modified>
</cp:coreProperties>
</file>